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F4427" w14:textId="282312AD" w:rsidR="00EA0208" w:rsidRDefault="00EA0208" w:rsidP="00F0533E">
      <w:pPr>
        <w:rPr>
          <w:b/>
          <w:bCs/>
        </w:rPr>
      </w:pPr>
      <w:r>
        <w:rPr>
          <w:b/>
          <w:bCs/>
        </w:rPr>
        <w:t xml:space="preserve">Příloha </w:t>
      </w:r>
      <w:r w:rsidR="00BB2D7E">
        <w:rPr>
          <w:b/>
          <w:bCs/>
        </w:rPr>
        <w:t>Smlouvy</w:t>
      </w:r>
      <w:r>
        <w:rPr>
          <w:b/>
          <w:bCs/>
        </w:rPr>
        <w:t xml:space="preserve"> </w:t>
      </w:r>
      <w:r w:rsidR="001C58F0">
        <w:rPr>
          <w:b/>
          <w:bCs/>
        </w:rPr>
        <w:t xml:space="preserve">č. 1 </w:t>
      </w:r>
      <w:r>
        <w:rPr>
          <w:b/>
          <w:bCs/>
        </w:rPr>
        <w:t>specifikace plnění</w:t>
      </w:r>
    </w:p>
    <w:p w14:paraId="46362851" w14:textId="77777777" w:rsidR="00EA0208" w:rsidRDefault="00EA0208" w:rsidP="00F0533E">
      <w:pPr>
        <w:rPr>
          <w:b/>
          <w:bCs/>
        </w:rPr>
      </w:pPr>
    </w:p>
    <w:p w14:paraId="67DA15FB" w14:textId="33D67AEA" w:rsidR="009F392E" w:rsidRPr="008D7571" w:rsidRDefault="00EB26E6" w:rsidP="00F0533E">
      <w:pPr>
        <w:rPr>
          <w:b/>
          <w:bCs/>
        </w:rPr>
      </w:pPr>
      <w:r w:rsidRPr="008D7571">
        <w:rPr>
          <w:b/>
          <w:bCs/>
        </w:rPr>
        <w:t xml:space="preserve">ITSM </w:t>
      </w:r>
      <w:proofErr w:type="gramStart"/>
      <w:r w:rsidRPr="008D7571">
        <w:rPr>
          <w:b/>
          <w:bCs/>
        </w:rPr>
        <w:t>platforma - JIRA</w:t>
      </w:r>
      <w:proofErr w:type="gramEnd"/>
      <w:r w:rsidRPr="008D7571">
        <w:rPr>
          <w:b/>
          <w:bCs/>
        </w:rPr>
        <w:t xml:space="preserve"> </w:t>
      </w:r>
      <w:proofErr w:type="spellStart"/>
      <w:r w:rsidRPr="008D7571">
        <w:rPr>
          <w:b/>
          <w:bCs/>
        </w:rPr>
        <w:t>Atlassian</w:t>
      </w:r>
      <w:proofErr w:type="spellEnd"/>
    </w:p>
    <w:p w14:paraId="4C85374B" w14:textId="77777777" w:rsidR="00EB26E6" w:rsidRDefault="00EB26E6" w:rsidP="00F0533E"/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2"/>
        <w:gridCol w:w="3196"/>
        <w:gridCol w:w="640"/>
        <w:gridCol w:w="2974"/>
      </w:tblGrid>
      <w:tr w:rsidR="00EB26E6" w:rsidRPr="00EB26E6" w14:paraId="64C3C36B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F3F271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Produkt</w:t>
            </w:r>
          </w:p>
        </w:tc>
        <w:tc>
          <w:tcPr>
            <w:tcW w:w="0" w:type="auto"/>
            <w:vAlign w:val="center"/>
            <w:hideMark/>
          </w:tcPr>
          <w:p w14:paraId="03A8AA80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Účel</w:t>
            </w:r>
          </w:p>
        </w:tc>
        <w:tc>
          <w:tcPr>
            <w:tcW w:w="0" w:type="auto"/>
            <w:vAlign w:val="center"/>
            <w:hideMark/>
          </w:tcPr>
          <w:p w14:paraId="78A1B4FB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6EA90222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Odkaz</w:t>
            </w:r>
          </w:p>
        </w:tc>
      </w:tr>
      <w:tr w:rsidR="00EB26E6" w:rsidRPr="00EB26E6" w14:paraId="05BA36BD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2CBD75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Atlassian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Access</w:t>
            </w:r>
          </w:p>
        </w:tc>
        <w:tc>
          <w:tcPr>
            <w:tcW w:w="0" w:type="auto"/>
            <w:vAlign w:val="center"/>
            <w:hideMark/>
          </w:tcPr>
          <w:p w14:paraId="606D0652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User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directory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nutná pro připojení do domény SŽ</w:t>
            </w:r>
          </w:p>
        </w:tc>
        <w:tc>
          <w:tcPr>
            <w:tcW w:w="0" w:type="auto"/>
            <w:vAlign w:val="center"/>
            <w:hideMark/>
          </w:tcPr>
          <w:p w14:paraId="5198694E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14:paraId="5F0CB64B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B26E6" w:rsidRPr="00EB26E6" w14:paraId="365D7AAA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29BD1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Jira Software</w:t>
            </w:r>
          </w:p>
          <w:p w14:paraId="51B092BE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Premium</w:t>
            </w:r>
          </w:p>
        </w:tc>
        <w:tc>
          <w:tcPr>
            <w:tcW w:w="0" w:type="auto"/>
            <w:vAlign w:val="center"/>
            <w:hideMark/>
          </w:tcPr>
          <w:p w14:paraId="7DFA597D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řízení vývoje a provozních projektů</w:t>
            </w:r>
          </w:p>
        </w:tc>
        <w:tc>
          <w:tcPr>
            <w:tcW w:w="0" w:type="auto"/>
            <w:vAlign w:val="center"/>
            <w:hideMark/>
          </w:tcPr>
          <w:p w14:paraId="084801C8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4D790263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B26E6" w:rsidRPr="00EB26E6" w14:paraId="256EFEAB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379869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Jira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Service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 Premium</w:t>
            </w:r>
          </w:p>
        </w:tc>
        <w:tc>
          <w:tcPr>
            <w:tcW w:w="0" w:type="auto"/>
            <w:vAlign w:val="center"/>
            <w:hideMark/>
          </w:tcPr>
          <w:p w14:paraId="5EDEC703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Vlastní prostředí, které umožní skrze portál zadávat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požadavy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řídit jejich životní cyklus</w:t>
            </w:r>
          </w:p>
        </w:tc>
        <w:tc>
          <w:tcPr>
            <w:tcW w:w="0" w:type="auto"/>
            <w:vAlign w:val="center"/>
            <w:hideMark/>
          </w:tcPr>
          <w:p w14:paraId="2385BA40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5C46DBE6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B26E6" w:rsidRPr="00EB26E6" w14:paraId="5CD38036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2CA01E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Bitbucket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1076902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Jira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interní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git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54177E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7916053A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B26E6" w:rsidRPr="00EB26E6" w14:paraId="782A1E49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EA7CB2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Confluence</w:t>
            </w:r>
            <w:proofErr w:type="spellEnd"/>
          </w:p>
          <w:p w14:paraId="16BE93C8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Premium</w:t>
            </w:r>
          </w:p>
        </w:tc>
        <w:tc>
          <w:tcPr>
            <w:tcW w:w="0" w:type="auto"/>
            <w:vAlign w:val="center"/>
            <w:hideMark/>
          </w:tcPr>
          <w:p w14:paraId="28380E57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base</w:t>
            </w:r>
          </w:p>
        </w:tc>
        <w:tc>
          <w:tcPr>
            <w:tcW w:w="0" w:type="auto"/>
            <w:vAlign w:val="center"/>
            <w:hideMark/>
          </w:tcPr>
          <w:p w14:paraId="098AD94E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14:paraId="2EBF3391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B26E6" w:rsidRPr="00EB26E6" w14:paraId="3DCAD23F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8C3D8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JETI</w:t>
            </w:r>
          </w:p>
        </w:tc>
        <w:tc>
          <w:tcPr>
            <w:tcW w:w="0" w:type="auto"/>
            <w:vAlign w:val="center"/>
            <w:hideMark/>
          </w:tcPr>
          <w:p w14:paraId="50DDE98B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Umí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insight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pole do notifikací</w:t>
            </w:r>
          </w:p>
        </w:tc>
        <w:tc>
          <w:tcPr>
            <w:tcW w:w="0" w:type="auto"/>
            <w:vAlign w:val="center"/>
            <w:hideMark/>
          </w:tcPr>
          <w:p w14:paraId="6C555C8D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21CC8303" w14:textId="77777777" w:rsidR="00EB26E6" w:rsidRPr="00EB26E6" w:rsidRDefault="00094872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1" w:history="1"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Email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This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Issue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|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Atlassian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Marketplace</w:t>
              </w:r>
            </w:hyperlink>
          </w:p>
        </w:tc>
      </w:tr>
      <w:tr w:rsidR="00EB26E6" w:rsidRPr="00EB26E6" w14:paraId="2D12126C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F091A8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Dashboard HUB</w:t>
            </w:r>
          </w:p>
        </w:tc>
        <w:tc>
          <w:tcPr>
            <w:tcW w:w="0" w:type="auto"/>
            <w:vAlign w:val="center"/>
            <w:hideMark/>
          </w:tcPr>
          <w:p w14:paraId="30109A8C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top dashboard pro SD, management atd</w:t>
            </w:r>
          </w:p>
        </w:tc>
        <w:tc>
          <w:tcPr>
            <w:tcW w:w="0" w:type="auto"/>
            <w:vAlign w:val="center"/>
            <w:hideMark/>
          </w:tcPr>
          <w:p w14:paraId="0805AF66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5D269AEB" w14:textId="77777777" w:rsidR="00EB26E6" w:rsidRPr="00EB26E6" w:rsidRDefault="00094872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2" w:history="1"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Dashboard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Hub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for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proofErr w:type="gram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Jira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-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Custom</w:t>
              </w:r>
              <w:proofErr w:type="spellEnd"/>
              <w:proofErr w:type="gram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Charts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&amp;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Share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Reports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|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Atlassian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Marketplace</w:t>
              </w:r>
            </w:hyperlink>
          </w:p>
        </w:tc>
      </w:tr>
      <w:tr w:rsidR="00EB26E6" w:rsidRPr="00EB26E6" w14:paraId="1F2FA402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59860A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PowerBI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connector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A77E813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integrator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0F14D2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7E9E6FB0" w14:textId="77777777" w:rsidR="00EB26E6" w:rsidRPr="00EB26E6" w:rsidRDefault="00094872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3" w:history="1"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Power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BI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Jira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Connector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|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Atlassian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Marketplace</w:t>
              </w:r>
            </w:hyperlink>
          </w:p>
        </w:tc>
      </w:tr>
      <w:tr w:rsidR="00EB26E6" w:rsidRPr="00EB26E6" w14:paraId="13EDC1E7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397F4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Reports</w:t>
            </w:r>
            <w:proofErr w:type="spellEnd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timesheets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D91A18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reporting</w:t>
            </w:r>
          </w:p>
        </w:tc>
        <w:tc>
          <w:tcPr>
            <w:tcW w:w="0" w:type="auto"/>
            <w:vAlign w:val="center"/>
            <w:hideMark/>
          </w:tcPr>
          <w:p w14:paraId="60CAFC3C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663B81C1" w14:textId="77777777" w:rsidR="00EB26E6" w:rsidRPr="00EB26E6" w:rsidRDefault="00094872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4" w:history="1"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Reports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and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Timesheets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for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Jira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|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Atlassian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Marketplace</w:t>
              </w:r>
            </w:hyperlink>
          </w:p>
        </w:tc>
      </w:tr>
      <w:tr w:rsidR="00EB26E6" w:rsidRPr="00EB26E6" w14:paraId="56D8F141" w14:textId="77777777" w:rsidTr="00CE1D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3466E7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Xporter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5C774C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šablon pro náhradu papírové dokumentace</w:t>
            </w:r>
          </w:p>
        </w:tc>
        <w:tc>
          <w:tcPr>
            <w:tcW w:w="0" w:type="auto"/>
            <w:vAlign w:val="center"/>
            <w:hideMark/>
          </w:tcPr>
          <w:p w14:paraId="72596E1B" w14:textId="77777777" w:rsidR="00EB26E6" w:rsidRPr="00EB26E6" w:rsidRDefault="00EB26E6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B26E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6BE1F74B" w14:textId="77777777" w:rsidR="00EB26E6" w:rsidRPr="00EB26E6" w:rsidRDefault="00094872" w:rsidP="00EB26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5" w:history="1">
              <w:proofErr w:type="spellStart"/>
              <w:proofErr w:type="gram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Xporter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- Export</w:t>
              </w:r>
              <w:proofErr w:type="gram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issues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from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Jira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| </w:t>
              </w:r>
              <w:proofErr w:type="spellStart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Atlassian</w:t>
              </w:r>
              <w:proofErr w:type="spellEnd"/>
              <w:r w:rsidR="00EB26E6" w:rsidRPr="0009487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Marketplace</w:t>
              </w:r>
            </w:hyperlink>
          </w:p>
        </w:tc>
      </w:tr>
    </w:tbl>
    <w:p w14:paraId="7E5C3CED" w14:textId="77777777" w:rsidR="00EB26E6" w:rsidRPr="00F0533E" w:rsidRDefault="00EB26E6" w:rsidP="00F0533E">
      <w:bookmarkStart w:id="0" w:name="_GoBack"/>
      <w:bookmarkEnd w:id="0"/>
    </w:p>
    <w:sectPr w:rsidR="00EB26E6" w:rsidRPr="00F0533E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C5494" w16cex:dateUtc="2023-09-13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45A3E" w14:textId="77777777" w:rsidR="00000C3F" w:rsidRDefault="00000C3F" w:rsidP="00962258">
      <w:pPr>
        <w:spacing w:after="0" w:line="240" w:lineRule="auto"/>
      </w:pPr>
      <w:r>
        <w:separator/>
      </w:r>
    </w:p>
  </w:endnote>
  <w:endnote w:type="continuationSeparator" w:id="0">
    <w:p w14:paraId="002133B5" w14:textId="77777777" w:rsidR="00000C3F" w:rsidRDefault="00000C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8AD35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61152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5F72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9861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CFF22E" w14:textId="77777777" w:rsidR="00F1715C" w:rsidRDefault="00F1715C" w:rsidP="00D831A3">
          <w:pPr>
            <w:pStyle w:val="Zpat"/>
          </w:pPr>
        </w:p>
      </w:tc>
    </w:tr>
  </w:tbl>
  <w:p w14:paraId="66DA513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8659B74" wp14:editId="4D09932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17B075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35EE2C3" wp14:editId="6A2E11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C19C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7ABF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C79D6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65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65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EF5FB2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372E97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6C034BAB" w14:textId="77777777" w:rsidR="00F1715C" w:rsidRDefault="00F1715C" w:rsidP="00460660">
          <w:pPr>
            <w:pStyle w:val="Zpat"/>
          </w:pPr>
        </w:p>
      </w:tc>
    </w:tr>
  </w:tbl>
  <w:p w14:paraId="611EFB3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666702E" wp14:editId="12EA5B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3634A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C8A99D" wp14:editId="041FCC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DF5778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9851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0D2C8" w14:textId="77777777" w:rsidR="00000C3F" w:rsidRDefault="00000C3F" w:rsidP="00962258">
      <w:pPr>
        <w:spacing w:after="0" w:line="240" w:lineRule="auto"/>
      </w:pPr>
      <w:r>
        <w:separator/>
      </w:r>
    </w:p>
  </w:footnote>
  <w:footnote w:type="continuationSeparator" w:id="0">
    <w:p w14:paraId="168E93F7" w14:textId="77777777" w:rsidR="00000C3F" w:rsidRDefault="00000C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CDC1D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637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E82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4C14FB" w14:textId="77777777" w:rsidR="00F1715C" w:rsidRPr="00D6163D" w:rsidRDefault="00F1715C" w:rsidP="00D6163D">
          <w:pPr>
            <w:pStyle w:val="Druhdokumentu"/>
          </w:pPr>
        </w:p>
      </w:tc>
    </w:tr>
  </w:tbl>
  <w:p w14:paraId="21923B1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A62C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8B65E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D1A4E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B075DA" w14:textId="77777777" w:rsidR="00F1715C" w:rsidRPr="00D6163D" w:rsidRDefault="00F1715C" w:rsidP="00FC6389">
          <w:pPr>
            <w:pStyle w:val="Druhdokumentu"/>
          </w:pPr>
        </w:p>
      </w:tc>
    </w:tr>
    <w:tr w:rsidR="009F392E" w14:paraId="5610038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F3B78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D4654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3D0C5D" w14:textId="77777777" w:rsidR="009F392E" w:rsidRPr="00D6163D" w:rsidRDefault="009F392E" w:rsidP="00FC6389">
          <w:pPr>
            <w:pStyle w:val="Druhdokumentu"/>
          </w:pPr>
        </w:p>
      </w:tc>
    </w:tr>
  </w:tbl>
  <w:p w14:paraId="3F6457A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450309C" wp14:editId="136575D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8303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EF"/>
    <w:rsid w:val="00000C3F"/>
    <w:rsid w:val="00072C1E"/>
    <w:rsid w:val="00094872"/>
    <w:rsid w:val="000E23A7"/>
    <w:rsid w:val="0010693F"/>
    <w:rsid w:val="00114472"/>
    <w:rsid w:val="001550BC"/>
    <w:rsid w:val="001605B9"/>
    <w:rsid w:val="00170EC5"/>
    <w:rsid w:val="001747C1"/>
    <w:rsid w:val="00184743"/>
    <w:rsid w:val="001C58F0"/>
    <w:rsid w:val="001E383B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0B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1EB8"/>
    <w:rsid w:val="007B570C"/>
    <w:rsid w:val="007C589B"/>
    <w:rsid w:val="007E4A6E"/>
    <w:rsid w:val="007F56A7"/>
    <w:rsid w:val="00807DD0"/>
    <w:rsid w:val="008659F3"/>
    <w:rsid w:val="00886D4B"/>
    <w:rsid w:val="00895406"/>
    <w:rsid w:val="008A05EF"/>
    <w:rsid w:val="008A3568"/>
    <w:rsid w:val="008D03B9"/>
    <w:rsid w:val="008D757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65E4"/>
    <w:rsid w:val="00BB2D7E"/>
    <w:rsid w:val="00BD7E91"/>
    <w:rsid w:val="00C02D0A"/>
    <w:rsid w:val="00C03A6E"/>
    <w:rsid w:val="00C14847"/>
    <w:rsid w:val="00C44F6A"/>
    <w:rsid w:val="00C47AE3"/>
    <w:rsid w:val="00C95977"/>
    <w:rsid w:val="00CD1FC4"/>
    <w:rsid w:val="00CE1D79"/>
    <w:rsid w:val="00D21061"/>
    <w:rsid w:val="00D4108E"/>
    <w:rsid w:val="00D6163D"/>
    <w:rsid w:val="00D66D37"/>
    <w:rsid w:val="00D73D46"/>
    <w:rsid w:val="00D831A3"/>
    <w:rsid w:val="00DC75F3"/>
    <w:rsid w:val="00DD46F3"/>
    <w:rsid w:val="00DE56F2"/>
    <w:rsid w:val="00DF116D"/>
    <w:rsid w:val="00EA0208"/>
    <w:rsid w:val="00EB104F"/>
    <w:rsid w:val="00EB26E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71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E7275"/>
  <w14:defaultImageDpi w14:val="32767"/>
  <w15:docId w15:val="{5596EE9B-48C8-4FDB-8C40-D8D7458F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1C58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58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58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58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58F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959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ketplace.atlassian.com/apps/1219072/power-bi-jira-connector?hosting=cloud&amp;tab=overview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rketplace.atlassian.com/apps/1223898/dashboard-hub-for-jira-reports-charts?hosting=cloud&amp;tab=overview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rketplace.atlassian.com/apps/4977/email-this-issue?hosting=cloud&amp;tab=overview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rketplace.atlassian.com/apps/891368/xporter-export-issues-from-jira?hosting=cloud&amp;tab=pricing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rketplace.atlassian.com/apps/1212942/reports-and-timesheets-for-jira?hosting=cloud&amp;tab=overview" TargetMode="Externa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mzova\Desktop\hlavickovy%20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8317f21b-c259-4528-b7ab-a0de430390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7CE34AF99190449232E812A7B7EDEE" ma:contentTypeVersion="16" ma:contentTypeDescription="Vytvoří nový dokument" ma:contentTypeScope="" ma:versionID="33a1f9f9ed17f883abd05a667f3e32ab">
  <xsd:schema xmlns:xsd="http://www.w3.org/2001/XMLSchema" xmlns:xs="http://www.w3.org/2001/XMLSchema" xmlns:p="http://schemas.microsoft.com/office/2006/metadata/properties" xmlns:ns3="8317f21b-c259-4528-b7ab-a0de43039047" xmlns:ns4="0de3a23f-e95c-4bf3-a598-5e56ceb2079e" targetNamespace="http://schemas.microsoft.com/office/2006/metadata/properties" ma:root="true" ma:fieldsID="abd6a06f347dd43d1d7f4a05fadae060" ns3:_="" ns4:_="">
    <xsd:import namespace="8317f21b-c259-4528-b7ab-a0de43039047"/>
    <xsd:import namespace="0de3a23f-e95c-4bf3-a598-5e56ceb20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7f21b-c259-4528-b7ab-a0de43039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a23f-e95c-4bf3-a598-5e56ceb20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8317f21b-c259-4528-b7ab-a0de4303904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de3a23f-e95c-4bf3-a598-5e56ceb2079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379A05-F143-48EF-B6E1-4BA728856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7f21b-c259-4528-b7ab-a0de43039047"/>
    <ds:schemaRef ds:uri="0de3a23f-e95c-4bf3-a598-5e56ceb20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F14F22-61D2-481F-9D57-D7121812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</Template>
  <TotalTime>1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Hemzová Miriam</dc:creator>
  <cp:lastModifiedBy>Kravcová Denisa</cp:lastModifiedBy>
  <cp:revision>3</cp:revision>
  <cp:lastPrinted>2017-11-28T17:18:00Z</cp:lastPrinted>
  <dcterms:created xsi:type="dcterms:W3CDTF">2023-09-19T11:09:00Z</dcterms:created>
  <dcterms:modified xsi:type="dcterms:W3CDTF">2023-09-22T10:39:00Z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0x010100C07CE34AF99190449232E812A7B7EDEE</vt:lpwstr>
  </property>
</Properties>
</file>